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16" w:type="dxa"/>
        <w:tblLook w:val="04A0" w:firstRow="1" w:lastRow="0" w:firstColumn="1" w:lastColumn="0" w:noHBand="0" w:noVBand="1"/>
      </w:tblPr>
      <w:tblGrid>
        <w:gridCol w:w="59"/>
        <w:gridCol w:w="901"/>
        <w:gridCol w:w="154"/>
        <w:gridCol w:w="1055"/>
        <w:gridCol w:w="960"/>
        <w:gridCol w:w="2843"/>
        <w:gridCol w:w="332"/>
        <w:gridCol w:w="1016"/>
        <w:gridCol w:w="483"/>
        <w:gridCol w:w="62"/>
        <w:gridCol w:w="659"/>
        <w:gridCol w:w="602"/>
        <w:gridCol w:w="1652"/>
        <w:gridCol w:w="29"/>
        <w:gridCol w:w="786"/>
        <w:gridCol w:w="851"/>
        <w:gridCol w:w="329"/>
        <w:gridCol w:w="1056"/>
        <w:gridCol w:w="132"/>
        <w:gridCol w:w="426"/>
        <w:gridCol w:w="223"/>
        <w:gridCol w:w="363"/>
        <w:gridCol w:w="11"/>
        <w:gridCol w:w="47"/>
        <w:gridCol w:w="178"/>
        <w:gridCol w:w="23"/>
        <w:gridCol w:w="323"/>
        <w:gridCol w:w="86"/>
        <w:gridCol w:w="627"/>
        <w:gridCol w:w="270"/>
        <w:gridCol w:w="142"/>
        <w:gridCol w:w="198"/>
        <w:gridCol w:w="201"/>
        <w:gridCol w:w="202"/>
        <w:gridCol w:w="601"/>
        <w:gridCol w:w="494"/>
        <w:gridCol w:w="116"/>
        <w:gridCol w:w="277"/>
        <w:gridCol w:w="126"/>
        <w:gridCol w:w="91"/>
        <w:gridCol w:w="176"/>
        <w:gridCol w:w="217"/>
        <w:gridCol w:w="10"/>
        <w:gridCol w:w="226"/>
        <w:gridCol w:w="167"/>
        <w:gridCol w:w="236"/>
        <w:gridCol w:w="41"/>
        <w:gridCol w:w="453"/>
        <w:gridCol w:w="404"/>
      </w:tblGrid>
      <w:tr w:rsidR="00914C20" w:rsidTr="004C0AB1">
        <w:trPr>
          <w:gridBefore w:val="1"/>
          <w:gridAfter w:val="1"/>
          <w:wBefore w:w="59" w:type="dxa"/>
          <w:wAfter w:w="404" w:type="dxa"/>
          <w:trHeight w:val="108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6"/>
            <w:shd w:val="clear" w:color="auto" w:fill="auto"/>
            <w:noWrap/>
            <w:vAlign w:val="bottom"/>
            <w:hideMark/>
          </w:tcPr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914C20" w:rsidRPr="00914C20" w:rsidRDefault="00C80B46" w:rsidP="00914C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</w:p>
          <w:p w:rsidR="00914C20" w:rsidRPr="00914C20" w:rsidRDefault="00914C20" w:rsidP="00914C20">
            <w:pPr>
              <w:jc w:val="center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к распоряжению Администрации</w:t>
            </w:r>
          </w:p>
          <w:p w:rsidR="00914C20" w:rsidRDefault="005B074E" w:rsidP="00DE6325">
            <w:pPr>
              <w:jc w:val="center"/>
              <w:rPr>
                <w:sz w:val="20"/>
                <w:szCs w:val="20"/>
              </w:rPr>
            </w:pPr>
            <w:r w:rsidRPr="00143504">
              <w:rPr>
                <w:sz w:val="20"/>
                <w:szCs w:val="20"/>
              </w:rPr>
              <w:t>Литвиновского</w:t>
            </w:r>
            <w:r w:rsidR="0018776F">
              <w:rPr>
                <w:sz w:val="20"/>
                <w:szCs w:val="20"/>
              </w:rPr>
              <w:t xml:space="preserve"> сельско</w:t>
            </w:r>
            <w:r w:rsidR="00DE6325">
              <w:rPr>
                <w:sz w:val="20"/>
                <w:szCs w:val="20"/>
              </w:rPr>
              <w:t>го поселения</w:t>
            </w:r>
          </w:p>
          <w:p w:rsidR="00DE6325" w:rsidRPr="005B074E" w:rsidRDefault="00DE6325" w:rsidP="001435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="00143504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.20</w:t>
            </w:r>
            <w:r w:rsidR="005B074E" w:rsidRPr="00143504">
              <w:rPr>
                <w:sz w:val="20"/>
                <w:szCs w:val="20"/>
              </w:rPr>
              <w:t>2</w:t>
            </w:r>
            <w:r w:rsidR="001435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№ </w:t>
            </w:r>
          </w:p>
        </w:tc>
        <w:tc>
          <w:tcPr>
            <w:tcW w:w="6125" w:type="dxa"/>
            <w:gridSpan w:val="28"/>
            <w:shd w:val="clear" w:color="auto" w:fill="auto"/>
            <w:vAlign w:val="bottom"/>
            <w:hideMark/>
          </w:tcPr>
          <w:p w:rsidR="00914C20" w:rsidRDefault="00914C20" w:rsidP="0049044F">
            <w:pPr>
              <w:ind w:firstLine="20"/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gridAfter w:val="1"/>
          <w:wBefore w:w="59" w:type="dxa"/>
          <w:wAfter w:w="404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914C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5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rPr>
                <w:sz w:val="20"/>
                <w:szCs w:val="20"/>
              </w:rPr>
            </w:pPr>
          </w:p>
        </w:tc>
        <w:tc>
          <w:tcPr>
            <w:tcW w:w="1669" w:type="dxa"/>
            <w:gridSpan w:val="7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494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284C58">
            <w:pPr>
              <w:ind w:right="-212"/>
              <w:jc w:val="center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0301017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ОКУД</w:t>
            </w: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0301017</w:t>
            </w: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284C58">
            <w:pPr>
              <w:jc w:val="right"/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по ОКПО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Pr="00284C58" w:rsidRDefault="00284C58">
            <w:pPr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04039542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75"/>
        </w:trPr>
        <w:tc>
          <w:tcPr>
            <w:tcW w:w="8465" w:type="dxa"/>
            <w:gridSpan w:val="10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Аппарат Администрации </w:t>
            </w:r>
            <w:r w:rsidR="005B074E">
              <w:rPr>
                <w:sz w:val="28"/>
                <w:szCs w:val="28"/>
                <w:u w:val="single"/>
              </w:rPr>
              <w:t>Литвиновского</w:t>
            </w:r>
            <w:r w:rsidR="00E6787F">
              <w:rPr>
                <w:sz w:val="28"/>
                <w:szCs w:val="28"/>
                <w:u w:val="single"/>
              </w:rPr>
              <w:t xml:space="preserve"> сельского поселения</w:t>
            </w:r>
          </w:p>
        </w:tc>
        <w:tc>
          <w:tcPr>
            <w:tcW w:w="2254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25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составления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31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751" w:type="dxa"/>
            <w:gridSpan w:val="7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b/>
                <w:bCs/>
              </w:rPr>
            </w:pPr>
            <w:r w:rsidRPr="00C80B46">
              <w:rPr>
                <w:b/>
                <w:bCs/>
              </w:rPr>
              <w:t>ШТАТНОЕ РАСПИСАНИЕ</w:t>
            </w: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577EA">
            <w:pPr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r w:rsidR="00E577EA">
              <w:rPr>
                <w:rFonts w:ascii="Arial CYR" w:hAnsi="Arial CYR" w:cs="Arial CYR"/>
                <w:sz w:val="20"/>
                <w:szCs w:val="20"/>
              </w:rPr>
              <w:t>07.10.2021</w:t>
            </w:r>
            <w:bookmarkStart w:id="0" w:name="_GoBack"/>
            <w:bookmarkEnd w:id="0"/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60"/>
        </w:trPr>
        <w:tc>
          <w:tcPr>
            <w:tcW w:w="6245" w:type="dxa"/>
            <w:gridSpan w:val="6"/>
            <w:shd w:val="clear" w:color="auto" w:fill="auto"/>
            <w:noWrap/>
            <w:vAlign w:val="bottom"/>
            <w:hideMark/>
          </w:tcPr>
          <w:p w:rsidR="00EA0093" w:rsidRPr="00C80B46" w:rsidRDefault="00EA0093" w:rsidP="00143504">
            <w:pPr>
              <w:jc w:val="center"/>
              <w:rPr>
                <w:sz w:val="20"/>
                <w:szCs w:val="20"/>
              </w:rPr>
            </w:pPr>
            <w:r w:rsidRPr="00C80B46">
              <w:rPr>
                <w:sz w:val="20"/>
                <w:szCs w:val="20"/>
              </w:rPr>
              <w:t xml:space="preserve">на период с  </w:t>
            </w:r>
            <w:r w:rsidR="00143504" w:rsidRPr="00143504">
              <w:rPr>
                <w:sz w:val="20"/>
                <w:szCs w:val="20"/>
              </w:rPr>
              <w:t>07</w:t>
            </w:r>
            <w:r w:rsidRPr="00C80B46">
              <w:rPr>
                <w:sz w:val="20"/>
                <w:szCs w:val="20"/>
              </w:rPr>
              <w:t xml:space="preserve">  </w:t>
            </w:r>
            <w:r w:rsidR="00143504" w:rsidRPr="00143504">
              <w:rPr>
                <w:sz w:val="20"/>
                <w:szCs w:val="20"/>
              </w:rPr>
              <w:t>октября</w:t>
            </w:r>
            <w:r w:rsidR="00CB3292">
              <w:rPr>
                <w:sz w:val="20"/>
                <w:szCs w:val="20"/>
              </w:rPr>
              <w:t xml:space="preserve"> 202</w:t>
            </w:r>
            <w:r w:rsidR="005B074E" w:rsidRPr="005B074E">
              <w:rPr>
                <w:sz w:val="20"/>
                <w:szCs w:val="20"/>
              </w:rPr>
              <w:t>1</w:t>
            </w:r>
            <w:r w:rsidRPr="00C80B46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460" w:type="dxa"/>
            <w:gridSpan w:val="12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Штат в количестве </w:t>
            </w:r>
            <w:r w:rsidR="005B074E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 xml:space="preserve"> единиц</w:t>
            </w: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8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Структурное</w:t>
            </w:r>
            <w:r>
              <w:br/>
              <w:t xml:space="preserve"> подразделение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код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Должность (специальность,</w:t>
            </w:r>
            <w:r>
              <w:br/>
              <w:t xml:space="preserve">профессия), разряд, класс </w:t>
            </w:r>
            <w:r>
              <w:br/>
              <w:t>(категория) квалификации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 xml:space="preserve">Количество штатных </w:t>
            </w:r>
            <w:r>
              <w:br/>
              <w:t>единиц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Тарифная</w:t>
            </w:r>
            <w:r>
              <w:br/>
              <w:t>ставка (оклад)</w:t>
            </w:r>
            <w:r>
              <w:br/>
              <w:t>и пр., руб.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Надбавки, руб.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в месяц, руб.</w:t>
            </w:r>
            <w:r>
              <w:rPr>
                <w:sz w:val="20"/>
                <w:szCs w:val="20"/>
              </w:rPr>
              <w:br/>
              <w:t>((гр.5+гр.6+гр.7+гр.8) х гр.4)</w:t>
            </w:r>
          </w:p>
        </w:tc>
        <w:tc>
          <w:tcPr>
            <w:tcW w:w="9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Приме</w:t>
            </w:r>
            <w:r>
              <w:br/>
              <w:t>чание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наименование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секретность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21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2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3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4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6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8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9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10</w:t>
            </w:r>
          </w:p>
        </w:tc>
      </w:tr>
      <w:tr w:rsidR="00DF297B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 xml:space="preserve"> 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297B" w:rsidRDefault="00DF297B" w:rsidP="005B074E">
            <w:pPr>
              <w:rPr>
                <w:b/>
                <w:bCs/>
              </w:rPr>
            </w:pPr>
            <w:r>
              <w:rPr>
                <w:b/>
                <w:bCs/>
              </w:rPr>
              <w:t>Глава Администрации</w:t>
            </w:r>
            <w:r>
              <w:rPr>
                <w:b/>
                <w:bCs/>
              </w:rPr>
              <w:br/>
            </w:r>
            <w:r w:rsidR="005B074E">
              <w:rPr>
                <w:b/>
                <w:bCs/>
              </w:rPr>
              <w:t>Литвиновского</w:t>
            </w:r>
            <w:r>
              <w:rPr>
                <w:b/>
                <w:bCs/>
              </w:rPr>
              <w:t xml:space="preserve"> сельского поселения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74E" w:rsidRPr="0040562F" w:rsidRDefault="005B074E" w:rsidP="005B074E">
            <w:pPr>
              <w:jc w:val="center"/>
            </w:pPr>
            <w:r w:rsidRPr="0040562F">
              <w:t>11434</w:t>
            </w:r>
            <w:r w:rsidR="006269B8">
              <w:rPr>
                <w:lang w:val="en-US"/>
              </w:rPr>
              <w:t>,</w:t>
            </w:r>
            <w:r w:rsidRPr="0040562F">
              <w:t>00</w:t>
            </w:r>
          </w:p>
          <w:p w:rsidR="00DF297B" w:rsidRDefault="00DF297B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Pr="0040562F" w:rsidRDefault="005B074E" w:rsidP="005B074E">
            <w:pPr>
              <w:jc w:val="center"/>
            </w:pPr>
            <w:r w:rsidRPr="0040562F">
              <w:t>1715.10</w:t>
            </w:r>
          </w:p>
          <w:p w:rsidR="00DF297B" w:rsidRDefault="00DF297B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5B074E">
            <w:pPr>
              <w:jc w:val="center"/>
            </w:pPr>
            <w:r>
              <w:t>13149,10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</w:tr>
      <w:tr w:rsidR="00BD2E3C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D2E3C" w:rsidRDefault="00BD2E3C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E3C" w:rsidRDefault="00BD2E3C">
            <w:r>
              <w:t>Ведущий специалист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5B074E">
            <w:pPr>
              <w:jc w:val="center"/>
            </w:pPr>
            <w:r>
              <w:t>6919,00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E3C" w:rsidRDefault="005B074E" w:rsidP="00E00588">
            <w:pPr>
              <w:jc w:val="center"/>
            </w:pPr>
            <w:r>
              <w:t>6919,00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</w:tr>
      <w:tr w:rsidR="005B074E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B074E" w:rsidRDefault="005B074E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074E" w:rsidRPr="005B074E" w:rsidRDefault="005B074E" w:rsidP="005B074E">
            <w:pPr>
              <w:rPr>
                <w:b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.</w:t>
            </w:r>
            <w:r w:rsidRPr="005B074E">
              <w:rPr>
                <w:b/>
              </w:rPr>
              <w:t>Ведущий специалист по муниципальному хозяйству</w:t>
            </w:r>
          </w:p>
          <w:p w:rsidR="005B074E" w:rsidRDefault="005B074E"/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  <w:r>
              <w:t>6919,00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74E" w:rsidRDefault="005B074E" w:rsidP="00E00588">
            <w:pPr>
              <w:jc w:val="center"/>
            </w:pPr>
            <w:r>
              <w:t>6919,00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Default="005B074E">
            <w:pPr>
              <w:jc w:val="center"/>
            </w:pPr>
          </w:p>
        </w:tc>
      </w:tr>
      <w:tr w:rsidR="00BD2E3C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D2E3C" w:rsidRDefault="00BD2E3C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E3C" w:rsidRDefault="00BD2E3C">
            <w:r>
              <w:t>Специалист первой категории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5B074E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5</w:t>
            </w:r>
            <w:r w:rsidR="005B074E">
              <w:t> </w:t>
            </w:r>
            <w:r>
              <w:t>717</w:t>
            </w:r>
            <w:r w:rsidR="005B074E">
              <w:t>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E3C" w:rsidRDefault="005B074E" w:rsidP="00E00588">
            <w:pPr>
              <w:jc w:val="center"/>
            </w:pPr>
            <w:r>
              <w:t>2858,50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</w:tr>
      <w:tr w:rsidR="00DF297B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DF297B" w:rsidRDefault="00DF297B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97B" w:rsidRDefault="00DF297B">
            <w:r>
              <w:t>Старший 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5B074E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5B074E" w:rsidP="006E31E5">
            <w:pPr>
              <w:jc w:val="center"/>
            </w:pPr>
            <w:r>
              <w:t>5860,00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297B" w:rsidRDefault="005B074E">
            <w:pPr>
              <w:jc w:val="center"/>
            </w:pPr>
            <w:r>
              <w:t>2930,00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97B" w:rsidRDefault="00DF297B">
            <w:pPr>
              <w:jc w:val="center"/>
            </w:pPr>
          </w:p>
        </w:tc>
      </w:tr>
      <w:tr w:rsidR="005B074E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B074E" w:rsidRDefault="005B074E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4E" w:rsidRDefault="005B074E">
            <w:r w:rsidRPr="005B074E">
              <w:t>Инспектор по работе с населением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40562F" w:rsidP="006E31E5">
            <w:pPr>
              <w:jc w:val="center"/>
            </w:pPr>
            <w: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74E" w:rsidRDefault="0040562F">
            <w:pPr>
              <w:jc w:val="center"/>
            </w:pPr>
            <w:r>
              <w:t>5578,00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</w:tr>
      <w:tr w:rsidR="005B074E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B074E" w:rsidRDefault="005B074E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074E" w:rsidRPr="005B074E" w:rsidRDefault="005B074E" w:rsidP="0040562F">
            <w:r w:rsidRPr="005B074E">
              <w:t xml:space="preserve">Инспектор по земельным и имущественным </w:t>
            </w:r>
            <w:r w:rsidRPr="005B074E">
              <w:lastRenderedPageBreak/>
              <w:t>отношениям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  <w:r>
              <w:lastRenderedPageBreak/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Pr="0040562F" w:rsidRDefault="0040562F" w:rsidP="0040562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B074E" w:rsidRDefault="0040562F">
            <w:pPr>
              <w:jc w:val="center"/>
            </w:pPr>
            <w:r>
              <w:t>5578,0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074E" w:rsidRDefault="005B074E">
            <w:pPr>
              <w:jc w:val="center"/>
            </w:pPr>
          </w:p>
        </w:tc>
      </w:tr>
      <w:tr w:rsidR="006E31E5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31E5" w:rsidRDefault="006E31E5">
            <w:r>
              <w:lastRenderedPageBreak/>
              <w:t>ВУС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1E5" w:rsidRDefault="006E31E5">
            <w:r>
              <w:t>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5B074E">
            <w:pPr>
              <w:jc w:val="center"/>
            </w:pPr>
            <w:r>
              <w:t>5578,00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E31E5" w:rsidRDefault="005B074E" w:rsidP="00B85658">
            <w:pPr>
              <w:jc w:val="center"/>
            </w:pPr>
            <w:r>
              <w:t>5578,00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31E5" w:rsidRDefault="006E31E5">
            <w:pPr>
              <w:jc w:val="center"/>
            </w:pP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75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DF297B">
            <w:pPr>
              <w:jc w:val="center"/>
            </w:pPr>
            <w:r>
              <w:t>Сектор экономики и финансов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DF297B">
            <w:r>
              <w:t>Заведующий сектором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 w:rsidP="00BD2E3C">
            <w:pPr>
              <w:jc w:val="center"/>
            </w:pPr>
            <w:r>
              <w:t>8690,00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>
            <w:pPr>
              <w:jc w:val="center"/>
            </w:pPr>
            <w:r>
              <w:t>8690,00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r>
              <w:t xml:space="preserve">Ведущий специалист </w:t>
            </w:r>
            <w:r w:rsidR="00DF297B">
              <w:t>по бухгалтерскому учету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DF297B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DF297B" w:rsidP="005B074E">
            <w:pPr>
              <w:jc w:val="center"/>
            </w:pPr>
            <w:r>
              <w:t>6</w:t>
            </w:r>
            <w:r w:rsidR="005B074E">
              <w:t> 919,00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 w:rsidP="00BD2E3C">
            <w:pPr>
              <w:jc w:val="center"/>
            </w:pPr>
            <w:r>
              <w:t>6919,00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5B074E">
            <w:r>
              <w:t>Ведущий специалист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 w:rsidP="00BD2E3C">
            <w:pPr>
              <w:jc w:val="center"/>
            </w:pPr>
            <w:r>
              <w:t>6919,00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5B074E" w:rsidP="00BD2E3C">
            <w:pPr>
              <w:jc w:val="center"/>
            </w:pPr>
            <w:r>
              <w:t>6919,00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DF29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5B074E">
            <w:pPr>
              <w:jc w:val="center"/>
            </w:pPr>
            <w:r>
              <w:t>22528,00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80B46" w:rsidRDefault="00C80B46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rPr>
                <w:b/>
                <w:bCs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0B46" w:rsidRDefault="00C80B46">
            <w:pPr>
              <w:jc w:val="center"/>
            </w:pPr>
            <w:r>
              <w:t>Обслуживающий персонал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 w:rsidP="00C80B46">
            <w:r>
              <w:t>Водитель , 4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8C1B37" w:rsidP="006E31E5">
            <w:pPr>
              <w:jc w:val="center"/>
            </w:pPr>
            <w:r>
              <w:t>4954,00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Default="008C1B37" w:rsidP="00B85658">
            <w:pPr>
              <w:jc w:val="center"/>
            </w:pPr>
            <w:r>
              <w:t>4954,00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B46" w:rsidRDefault="00C80B46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B46" w:rsidRDefault="00C80B46">
            <w:r>
              <w:t>Уборщик служебных помещений, 1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8C1B37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 w:rsidP="008C1B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4164.0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Default="008C1B37" w:rsidP="00B85658">
            <w:pPr>
              <w:jc w:val="center"/>
            </w:pPr>
            <w:r>
              <w:t>2082,0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630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0B46" w:rsidRDefault="00C80B46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B46" w:rsidRDefault="00C80B46" w:rsidP="00DC7146">
            <w:r>
              <w:t>Истопник, 1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 w:rsidP="006E31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4164.0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 w:rsidP="00B856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4164.0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40562F" w:rsidRDefault="0040562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11200.0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40562F" w:rsidRDefault="0040562F" w:rsidP="00DC714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Pr="0040562F" w:rsidRDefault="0040562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1715.10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80B46" w:rsidRPr="006269B8" w:rsidRDefault="006269B8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83237.60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  <w:r>
              <w:t> </w:t>
            </w: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Муниципальные служащие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 w:rsidR="00C80B46"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Pr="0040562F" w:rsidRDefault="0040562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1715.10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52373,60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Технические работники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40562F" w:rsidP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19664,0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из них за счет областных </w:t>
            </w:r>
            <w:r>
              <w:rPr>
                <w:sz w:val="20"/>
                <w:szCs w:val="20"/>
              </w:rPr>
              <w:br/>
              <w:t>субвенций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Default="00C80B46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0B46" w:rsidRPr="0040562F" w:rsidRDefault="0040562F" w:rsidP="00897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5578,0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Обслуживающий персонал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Pr="0040562F" w:rsidRDefault="0040562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Pr="0040562F" w:rsidRDefault="006269B8" w:rsidP="000445E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11200.0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водители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0B46" w:rsidRPr="0040562F" w:rsidRDefault="0040562F" w:rsidP="000445E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4954.0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</w:tr>
      <w:tr w:rsidR="00C80B46" w:rsidTr="004C0AB1">
        <w:trPr>
          <w:gridBefore w:val="1"/>
          <w:gridAfter w:val="19"/>
          <w:wBefore w:w="59" w:type="dxa"/>
          <w:wAfter w:w="4378" w:type="dxa"/>
          <w:trHeight w:val="660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292" w:rsidRDefault="00CB3292" w:rsidP="0018776F"/>
          <w:p w:rsidR="00CB3292" w:rsidRDefault="00CB3292" w:rsidP="0018776F"/>
          <w:p w:rsidR="00CB3292" w:rsidRDefault="00CB3292" w:rsidP="0018776F"/>
          <w:p w:rsidR="00C80B46" w:rsidRPr="00E26C43" w:rsidRDefault="00C80B46" w:rsidP="00E26C43">
            <w:r>
              <w:br/>
              <w:t xml:space="preserve">Ведущий специалист                                         </w:t>
            </w:r>
            <w:r w:rsidR="00CB3292">
              <w:t xml:space="preserve">        </w:t>
            </w:r>
            <w:r>
              <w:t xml:space="preserve">    </w:t>
            </w:r>
            <w:r w:rsidR="00E26C43" w:rsidRPr="00E26C43">
              <w:t>О.И. Романенко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0B46" w:rsidRDefault="00C80B46">
            <w:pPr>
              <w:jc w:val="center"/>
              <w:rPr>
                <w:sz w:val="20"/>
                <w:szCs w:val="20"/>
              </w:rPr>
            </w:pPr>
          </w:p>
        </w:tc>
      </w:tr>
      <w:tr w:rsidR="00C80B46" w:rsidTr="004C0AB1">
        <w:trPr>
          <w:gridAfter w:val="47"/>
          <w:wAfter w:w="19956" w:type="dxa"/>
          <w:trHeight w:val="84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B46" w:rsidRDefault="00C80B46" w:rsidP="00137476">
            <w:pPr>
              <w:rPr>
                <w:sz w:val="20"/>
                <w:szCs w:val="20"/>
              </w:rPr>
            </w:pPr>
          </w:p>
        </w:tc>
      </w:tr>
    </w:tbl>
    <w:p w:rsidR="00BE0FB8" w:rsidRDefault="00BE0FB8" w:rsidP="00137476">
      <w:pPr>
        <w:pStyle w:val="a3"/>
        <w:tabs>
          <w:tab w:val="clear" w:pos="4536"/>
          <w:tab w:val="clear" w:pos="9072"/>
        </w:tabs>
      </w:pPr>
    </w:p>
    <w:sectPr w:rsidR="00BE0FB8" w:rsidSect="00EA0093">
      <w:footerReference w:type="default" r:id="rId7"/>
      <w:pgSz w:w="16838" w:h="11906" w:orient="landscape" w:code="9"/>
      <w:pgMar w:top="709" w:right="1134" w:bottom="567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7D" w:rsidRDefault="00D2237D">
      <w:r>
        <w:separator/>
      </w:r>
    </w:p>
  </w:endnote>
  <w:endnote w:type="continuationSeparator" w:id="0">
    <w:p w:rsidR="00D2237D" w:rsidRDefault="00D22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87F" w:rsidRPr="00844AAA" w:rsidRDefault="00D2237D">
    <w:pPr>
      <w:pStyle w:val="a5"/>
      <w:rPr>
        <w:sz w:val="14"/>
      </w:rPr>
    </w:pPr>
    <w:r>
      <w:fldChar w:fldCharType="begin"/>
    </w:r>
    <w:r>
      <w:instrText>USERINITIALS  \* MERGEFORMAT</w:instrText>
    </w:r>
    <w:r>
      <w:fldChar w:fldCharType="separate"/>
    </w:r>
    <w:r w:rsidR="00DE6325" w:rsidRPr="00DE6325">
      <w:rPr>
        <w:noProof/>
        <w:sz w:val="14"/>
      </w:rPr>
      <w:t>Н</w:t>
    </w:r>
    <w:r>
      <w:rPr>
        <w:noProof/>
        <w:sz w:val="14"/>
      </w:rPr>
      <w:fldChar w:fldCharType="end"/>
    </w:r>
    <w:r w:rsidR="00F60F99">
      <w:rPr>
        <w:sz w:val="14"/>
      </w:rPr>
      <w:fldChar w:fldCharType="begin"/>
    </w:r>
    <w:r w:rsidR="00E6787F">
      <w:rPr>
        <w:sz w:val="14"/>
        <w:lang w:val="en-US"/>
      </w:rPr>
      <w:instrText>FILENAME</w:instrText>
    </w:r>
    <w:r w:rsidR="00E6787F" w:rsidRPr="00844AAA">
      <w:rPr>
        <w:sz w:val="14"/>
      </w:rPr>
      <w:instrText xml:space="preserve"> \</w:instrText>
    </w:r>
    <w:r w:rsidR="00E6787F">
      <w:rPr>
        <w:sz w:val="14"/>
        <w:lang w:val="en-US"/>
      </w:rPr>
      <w:instrText>p</w:instrText>
    </w:r>
    <w:r w:rsidR="00F60F99">
      <w:rPr>
        <w:sz w:val="14"/>
      </w:rPr>
      <w:fldChar w:fldCharType="separate"/>
    </w:r>
    <w:r w:rsidR="00DE6325">
      <w:rPr>
        <w:noProof/>
        <w:sz w:val="14"/>
        <w:lang w:val="en-US"/>
      </w:rPr>
      <w:t>C</w:t>
    </w:r>
    <w:r w:rsidR="00DE6325" w:rsidRPr="00DE6325">
      <w:rPr>
        <w:noProof/>
        <w:sz w:val="14"/>
      </w:rPr>
      <w:t>:\</w:t>
    </w:r>
    <w:r w:rsidR="00DE6325">
      <w:rPr>
        <w:noProof/>
        <w:sz w:val="14"/>
        <w:lang w:val="en-US"/>
      </w:rPr>
      <w:t>Users</w:t>
    </w:r>
    <w:r w:rsidR="00DE6325" w:rsidRPr="00DE6325">
      <w:rPr>
        <w:noProof/>
        <w:sz w:val="14"/>
      </w:rPr>
      <w:t>\Наталья\</w:t>
    </w:r>
    <w:r w:rsidR="00DE6325">
      <w:rPr>
        <w:noProof/>
        <w:sz w:val="14"/>
        <w:lang w:val="en-US"/>
      </w:rPr>
      <w:t>Desktop</w:t>
    </w:r>
    <w:r w:rsidR="00DE6325" w:rsidRPr="00DE6325">
      <w:rPr>
        <w:noProof/>
        <w:sz w:val="14"/>
      </w:rPr>
      <w:t>\регистр с 15.12.2019\распоряжения\штатное муниципал_ 2020.</w:t>
    </w:r>
    <w:r w:rsidR="00DE6325">
      <w:rPr>
        <w:noProof/>
        <w:sz w:val="14"/>
        <w:lang w:val="en-US"/>
      </w:rPr>
      <w:t>docx</w:t>
    </w:r>
    <w:r w:rsidR="00F60F99">
      <w:rPr>
        <w:sz w:val="14"/>
      </w:rPr>
      <w:fldChar w:fldCharType="end"/>
    </w:r>
    <w:r>
      <w:fldChar w:fldCharType="begin"/>
    </w:r>
    <w:r>
      <w:instrText xml:space="preserve"> SAVEDATE  \* MERGEFORMAT </w:instrText>
    </w:r>
    <w:r>
      <w:fldChar w:fldCharType="separate"/>
    </w:r>
    <w:r w:rsidR="00E577EA" w:rsidRPr="00E577EA">
      <w:rPr>
        <w:noProof/>
        <w:sz w:val="14"/>
      </w:rPr>
      <w:t>10/7/2021 10</w:t>
    </w:r>
    <w:r w:rsidR="00E577EA" w:rsidRPr="00E577EA">
      <w:rPr>
        <w:noProof/>
        <w:sz w:val="14"/>
        <w:lang w:val="en-US"/>
      </w:rPr>
      <w:t>:31:00 AM</w:t>
    </w:r>
    <w:r>
      <w:rPr>
        <w:noProof/>
        <w:sz w:val="14"/>
        <w:lang w:val="en-US"/>
      </w:rPr>
      <w:fldChar w:fldCharType="end"/>
    </w:r>
    <w:r w:rsidR="00E6787F" w:rsidRPr="00844AAA">
      <w:rPr>
        <w:sz w:val="14"/>
      </w:rPr>
      <w:tab/>
    </w:r>
  </w:p>
  <w:p w:rsidR="00E6787F" w:rsidRPr="00EA0093" w:rsidRDefault="00E6787F">
    <w:pPr>
      <w:pStyle w:val="a5"/>
      <w:jc w:val="right"/>
      <w:rPr>
        <w:sz w:val="14"/>
      </w:rPr>
    </w:pPr>
    <w:r>
      <w:rPr>
        <w:sz w:val="14"/>
      </w:rPr>
      <w:t>стр</w:t>
    </w:r>
    <w:r w:rsidRPr="00EA0093">
      <w:rPr>
        <w:sz w:val="14"/>
      </w:rPr>
      <w:t xml:space="preserve">. </w:t>
    </w:r>
    <w:r w:rsidR="00F60F99">
      <w:rPr>
        <w:sz w:val="14"/>
      </w:rPr>
      <w:fldChar w:fldCharType="begin"/>
    </w:r>
    <w:r>
      <w:rPr>
        <w:sz w:val="14"/>
        <w:lang w:val="en-US"/>
      </w:rPr>
      <w:instrText>PAGE</w:instrText>
    </w:r>
    <w:r w:rsidR="00F60F99">
      <w:rPr>
        <w:sz w:val="14"/>
      </w:rPr>
      <w:fldChar w:fldCharType="separate"/>
    </w:r>
    <w:r w:rsidR="00E577EA">
      <w:rPr>
        <w:noProof/>
        <w:sz w:val="14"/>
        <w:lang w:val="en-US"/>
      </w:rPr>
      <w:t>1</w:t>
    </w:r>
    <w:r w:rsidR="00F60F99">
      <w:rPr>
        <w:sz w:val="14"/>
      </w:rPr>
      <w:fldChar w:fldCharType="end"/>
    </w:r>
    <w:r>
      <w:rPr>
        <w:sz w:val="14"/>
      </w:rPr>
      <w:t xml:space="preserve"> из </w:t>
    </w:r>
    <w:r w:rsidR="00F60F99">
      <w:rPr>
        <w:sz w:val="14"/>
      </w:rPr>
      <w:fldChar w:fldCharType="begin"/>
    </w:r>
    <w:r>
      <w:rPr>
        <w:sz w:val="14"/>
      </w:rPr>
      <w:instrText xml:space="preserve"> NUMPAGES </w:instrText>
    </w:r>
    <w:r w:rsidR="00F60F99">
      <w:rPr>
        <w:sz w:val="14"/>
      </w:rPr>
      <w:fldChar w:fldCharType="separate"/>
    </w:r>
    <w:r w:rsidR="00E577EA">
      <w:rPr>
        <w:noProof/>
        <w:sz w:val="14"/>
      </w:rPr>
      <w:t>3</w:t>
    </w:r>
    <w:r w:rsidR="00F60F99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7D" w:rsidRDefault="00D2237D">
      <w:r>
        <w:separator/>
      </w:r>
    </w:p>
  </w:footnote>
  <w:footnote w:type="continuationSeparator" w:id="0">
    <w:p w:rsidR="00D2237D" w:rsidRDefault="00D22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E2FAA"/>
    <w:multiLevelType w:val="singleLevel"/>
    <w:tmpl w:val="90963838"/>
    <w:lvl w:ilvl="0">
      <w:start w:val="1"/>
      <w:numFmt w:val="decimal"/>
      <w:lvlText w:val="%1."/>
      <w:legacy w:legacy="1" w:legacySpace="0" w:legacyIndent="1211"/>
      <w:lvlJc w:val="left"/>
    </w:lvl>
  </w:abstractNum>
  <w:abstractNum w:abstractNumId="1">
    <w:nsid w:val="0761503E"/>
    <w:multiLevelType w:val="hybridMultilevel"/>
    <w:tmpl w:val="467A344A"/>
    <w:lvl w:ilvl="0" w:tplc="38E032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7BC6E7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1C87C2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190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208362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5D65EB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E4E683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7C28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E66A07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87B0809"/>
    <w:multiLevelType w:val="multilevel"/>
    <w:tmpl w:val="AF8614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46AD1EA0"/>
    <w:multiLevelType w:val="hybridMultilevel"/>
    <w:tmpl w:val="3C946DB0"/>
    <w:lvl w:ilvl="0" w:tplc="7526C5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00CD51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846B9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E6862C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D76125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0A4A68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7DE2E16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3EC9F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DD0ED3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850"/>
    <w:rsid w:val="000135FF"/>
    <w:rsid w:val="0002101A"/>
    <w:rsid w:val="00023288"/>
    <w:rsid w:val="00040C21"/>
    <w:rsid w:val="00042119"/>
    <w:rsid w:val="000445E2"/>
    <w:rsid w:val="00056046"/>
    <w:rsid w:val="00086B6A"/>
    <w:rsid w:val="00087E16"/>
    <w:rsid w:val="00090F2D"/>
    <w:rsid w:val="000954DF"/>
    <w:rsid w:val="000B7B0B"/>
    <w:rsid w:val="000C6CE8"/>
    <w:rsid w:val="000D703B"/>
    <w:rsid w:val="00102528"/>
    <w:rsid w:val="00130BA6"/>
    <w:rsid w:val="00137476"/>
    <w:rsid w:val="00143504"/>
    <w:rsid w:val="00152F8D"/>
    <w:rsid w:val="00162686"/>
    <w:rsid w:val="001643E9"/>
    <w:rsid w:val="0018776F"/>
    <w:rsid w:val="00191DF6"/>
    <w:rsid w:val="0019203A"/>
    <w:rsid w:val="001F0876"/>
    <w:rsid w:val="00205400"/>
    <w:rsid w:val="00217475"/>
    <w:rsid w:val="00232CB2"/>
    <w:rsid w:val="002411D3"/>
    <w:rsid w:val="00241D5F"/>
    <w:rsid w:val="00284C58"/>
    <w:rsid w:val="002C2123"/>
    <w:rsid w:val="002C734D"/>
    <w:rsid w:val="002D4093"/>
    <w:rsid w:val="002E3C49"/>
    <w:rsid w:val="002F30C1"/>
    <w:rsid w:val="002F650C"/>
    <w:rsid w:val="00316A76"/>
    <w:rsid w:val="00320F99"/>
    <w:rsid w:val="00326F6E"/>
    <w:rsid w:val="00346A95"/>
    <w:rsid w:val="0037568B"/>
    <w:rsid w:val="003F3219"/>
    <w:rsid w:val="0040562F"/>
    <w:rsid w:val="00405D8A"/>
    <w:rsid w:val="00446556"/>
    <w:rsid w:val="00464534"/>
    <w:rsid w:val="00475850"/>
    <w:rsid w:val="00477FC2"/>
    <w:rsid w:val="00482BF6"/>
    <w:rsid w:val="0049044F"/>
    <w:rsid w:val="004A409D"/>
    <w:rsid w:val="004A5D86"/>
    <w:rsid w:val="004B2917"/>
    <w:rsid w:val="004C0AB1"/>
    <w:rsid w:val="004E3F54"/>
    <w:rsid w:val="004F0373"/>
    <w:rsid w:val="00505B80"/>
    <w:rsid w:val="00506564"/>
    <w:rsid w:val="00506965"/>
    <w:rsid w:val="00507DD5"/>
    <w:rsid w:val="005134A0"/>
    <w:rsid w:val="005162D6"/>
    <w:rsid w:val="005361B2"/>
    <w:rsid w:val="005710B8"/>
    <w:rsid w:val="00573433"/>
    <w:rsid w:val="005B074E"/>
    <w:rsid w:val="005F4078"/>
    <w:rsid w:val="00625ACF"/>
    <w:rsid w:val="006269B8"/>
    <w:rsid w:val="006374F5"/>
    <w:rsid w:val="00641F26"/>
    <w:rsid w:val="00667AD1"/>
    <w:rsid w:val="006766A7"/>
    <w:rsid w:val="0069702D"/>
    <w:rsid w:val="006A4064"/>
    <w:rsid w:val="006E05D3"/>
    <w:rsid w:val="006E31E5"/>
    <w:rsid w:val="0071484F"/>
    <w:rsid w:val="00715C8D"/>
    <w:rsid w:val="00724FEA"/>
    <w:rsid w:val="007427A1"/>
    <w:rsid w:val="007472E3"/>
    <w:rsid w:val="007640A8"/>
    <w:rsid w:val="00767FC2"/>
    <w:rsid w:val="007A31B0"/>
    <w:rsid w:val="007A3763"/>
    <w:rsid w:val="007C4781"/>
    <w:rsid w:val="007C732C"/>
    <w:rsid w:val="007D514D"/>
    <w:rsid w:val="008249F0"/>
    <w:rsid w:val="008321BE"/>
    <w:rsid w:val="00844AAA"/>
    <w:rsid w:val="00856854"/>
    <w:rsid w:val="00872883"/>
    <w:rsid w:val="008739A9"/>
    <w:rsid w:val="00897989"/>
    <w:rsid w:val="008A14C2"/>
    <w:rsid w:val="008C1B37"/>
    <w:rsid w:val="008C31D0"/>
    <w:rsid w:val="008D2786"/>
    <w:rsid w:val="008E2310"/>
    <w:rsid w:val="008F6EA4"/>
    <w:rsid w:val="00914C20"/>
    <w:rsid w:val="00943C43"/>
    <w:rsid w:val="00943E52"/>
    <w:rsid w:val="009469D2"/>
    <w:rsid w:val="00960C41"/>
    <w:rsid w:val="009736B7"/>
    <w:rsid w:val="009A4BD5"/>
    <w:rsid w:val="009F792E"/>
    <w:rsid w:val="00A0548E"/>
    <w:rsid w:val="00A05C6B"/>
    <w:rsid w:val="00A210CF"/>
    <w:rsid w:val="00A40C35"/>
    <w:rsid w:val="00A773B5"/>
    <w:rsid w:val="00A80C39"/>
    <w:rsid w:val="00AB4651"/>
    <w:rsid w:val="00AB490E"/>
    <w:rsid w:val="00AF1C26"/>
    <w:rsid w:val="00B36163"/>
    <w:rsid w:val="00BA6BCA"/>
    <w:rsid w:val="00BB6ED2"/>
    <w:rsid w:val="00BD2E3C"/>
    <w:rsid w:val="00BE0FB8"/>
    <w:rsid w:val="00BE2B9C"/>
    <w:rsid w:val="00C202E1"/>
    <w:rsid w:val="00C534ED"/>
    <w:rsid w:val="00C651E0"/>
    <w:rsid w:val="00C80B46"/>
    <w:rsid w:val="00CA0926"/>
    <w:rsid w:val="00CB3292"/>
    <w:rsid w:val="00CC3551"/>
    <w:rsid w:val="00CD16B8"/>
    <w:rsid w:val="00CE740C"/>
    <w:rsid w:val="00CF6248"/>
    <w:rsid w:val="00D129B6"/>
    <w:rsid w:val="00D2237D"/>
    <w:rsid w:val="00D25DED"/>
    <w:rsid w:val="00D33728"/>
    <w:rsid w:val="00D35CB8"/>
    <w:rsid w:val="00D40870"/>
    <w:rsid w:val="00D41E71"/>
    <w:rsid w:val="00D46DAB"/>
    <w:rsid w:val="00D53F4D"/>
    <w:rsid w:val="00D72E31"/>
    <w:rsid w:val="00DC7146"/>
    <w:rsid w:val="00DD1155"/>
    <w:rsid w:val="00DE6325"/>
    <w:rsid w:val="00DF1B73"/>
    <w:rsid w:val="00DF297B"/>
    <w:rsid w:val="00E26C43"/>
    <w:rsid w:val="00E328F3"/>
    <w:rsid w:val="00E577EA"/>
    <w:rsid w:val="00E57C9A"/>
    <w:rsid w:val="00E6029D"/>
    <w:rsid w:val="00E6787F"/>
    <w:rsid w:val="00E84D87"/>
    <w:rsid w:val="00E87365"/>
    <w:rsid w:val="00E9655A"/>
    <w:rsid w:val="00EA0093"/>
    <w:rsid w:val="00EA0F1C"/>
    <w:rsid w:val="00ED2328"/>
    <w:rsid w:val="00EF5160"/>
    <w:rsid w:val="00F275E0"/>
    <w:rsid w:val="00F45EE9"/>
    <w:rsid w:val="00F4755E"/>
    <w:rsid w:val="00F60F99"/>
    <w:rsid w:val="00F76CA4"/>
    <w:rsid w:val="00F80C82"/>
    <w:rsid w:val="00FE7ADB"/>
    <w:rsid w:val="00FF4C98"/>
    <w:rsid w:val="00FF6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05F86A-7C7C-49FA-A6B4-5E56A08C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82"/>
    <w:rPr>
      <w:sz w:val="24"/>
      <w:szCs w:val="24"/>
    </w:rPr>
  </w:style>
  <w:style w:type="paragraph" w:styleId="1">
    <w:name w:val="heading 1"/>
    <w:basedOn w:val="a"/>
    <w:next w:val="a"/>
    <w:qFormat/>
    <w:rsid w:val="00F80C82"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qFormat/>
    <w:rsid w:val="00F80C8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0C82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21">
    <w:name w:val="Основной текст 21"/>
    <w:basedOn w:val="a"/>
    <w:rsid w:val="00F80C82"/>
    <w:pPr>
      <w:ind w:firstLine="720"/>
      <w:jc w:val="both"/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80C82"/>
    <w:pPr>
      <w:ind w:firstLine="720"/>
    </w:pPr>
    <w:rPr>
      <w:szCs w:val="20"/>
    </w:rPr>
  </w:style>
  <w:style w:type="paragraph" w:styleId="a4">
    <w:name w:val="caption"/>
    <w:basedOn w:val="a"/>
    <w:next w:val="a"/>
    <w:qFormat/>
    <w:rsid w:val="00F80C82"/>
    <w:pPr>
      <w:spacing w:before="120"/>
      <w:jc w:val="center"/>
    </w:pPr>
    <w:rPr>
      <w:b/>
      <w:sz w:val="28"/>
    </w:rPr>
  </w:style>
  <w:style w:type="paragraph" w:styleId="a5">
    <w:name w:val="footer"/>
    <w:basedOn w:val="a"/>
    <w:rsid w:val="00F80C82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BE2B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2B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A009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A0093"/>
    <w:rPr>
      <w:color w:val="800080"/>
      <w:u w:val="single"/>
    </w:rPr>
  </w:style>
  <w:style w:type="paragraph" w:customStyle="1" w:styleId="font5">
    <w:name w:val="font5"/>
    <w:basedOn w:val="a"/>
    <w:rsid w:val="00EA0093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EA0093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A0093"/>
    <w:pPr>
      <w:spacing w:before="100" w:beforeAutospacing="1" w:after="100" w:afterAutospacing="1"/>
    </w:pPr>
  </w:style>
  <w:style w:type="paragraph" w:customStyle="1" w:styleId="xl70">
    <w:name w:val="xl70"/>
    <w:basedOn w:val="a"/>
    <w:rsid w:val="00EA0093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EA0093"/>
    <w:pPr>
      <w:spacing w:before="100" w:beforeAutospacing="1" w:after="100" w:afterAutospacing="1"/>
    </w:pPr>
  </w:style>
  <w:style w:type="paragraph" w:customStyle="1" w:styleId="xl72">
    <w:name w:val="xl72"/>
    <w:basedOn w:val="a"/>
    <w:rsid w:val="00EA0093"/>
    <w:pPr>
      <w:spacing w:before="100" w:beforeAutospacing="1" w:after="100" w:afterAutospacing="1"/>
    </w:pPr>
  </w:style>
  <w:style w:type="paragraph" w:customStyle="1" w:styleId="xl73">
    <w:name w:val="xl7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A0093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1">
    <w:name w:val="xl8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A0093"/>
    <w:pPr>
      <w:spacing w:before="100" w:beforeAutospacing="1" w:after="100" w:afterAutospacing="1"/>
    </w:pPr>
    <w:rPr>
      <w:color w:val="FF0000"/>
    </w:rPr>
  </w:style>
  <w:style w:type="paragraph" w:customStyle="1" w:styleId="xl90">
    <w:name w:val="xl9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EA0093"/>
    <w:pPr>
      <w:spacing w:before="100" w:beforeAutospacing="1" w:after="100" w:afterAutospacing="1"/>
    </w:pPr>
  </w:style>
  <w:style w:type="paragraph" w:customStyle="1" w:styleId="xl98">
    <w:name w:val="xl9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EA009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5">
    <w:name w:val="xl14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8">
    <w:name w:val="xl14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A00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EA00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A00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EA00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EA00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EA00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EA00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0">
    <w:name w:val="xl17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1">
    <w:name w:val="xl17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2">
    <w:name w:val="xl17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3">
    <w:name w:val="xl17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4">
    <w:name w:val="xl17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5">
    <w:name w:val="xl17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5">
    <w:name w:val="xl18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8">
    <w:name w:val="xl18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94">
    <w:name w:val="xl194"/>
    <w:basedOn w:val="a"/>
    <w:rsid w:val="00EA0093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6">
    <w:name w:val="xl19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7">
    <w:name w:val="xl197"/>
    <w:basedOn w:val="a"/>
    <w:rsid w:val="00EA009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0">
    <w:name w:val="xl20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1">
    <w:name w:val="xl20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2">
    <w:name w:val="xl20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3">
    <w:name w:val="xl20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4">
    <w:name w:val="xl20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5">
    <w:name w:val="xl20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1">
    <w:name w:val="xl2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3">
    <w:name w:val="xl21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4">
    <w:name w:val="xl21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5">
    <w:name w:val="xl21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6">
    <w:name w:val="xl21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7">
    <w:name w:val="xl21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8">
    <w:name w:val="xl22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9">
    <w:name w:val="xl22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7">
    <w:name w:val="xl23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38">
    <w:name w:val="xl23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1">
    <w:name w:val="xl241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3">
    <w:name w:val="xl24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4">
    <w:name w:val="xl244"/>
    <w:basedOn w:val="a"/>
    <w:rsid w:val="00EA0093"/>
    <w:pPr>
      <w:spacing w:before="100" w:beforeAutospacing="1" w:after="100" w:afterAutospacing="1"/>
      <w:jc w:val="right"/>
    </w:pPr>
  </w:style>
  <w:style w:type="paragraph" w:customStyle="1" w:styleId="xl245">
    <w:name w:val="xl245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6">
    <w:name w:val="xl24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7">
    <w:name w:val="xl247"/>
    <w:basedOn w:val="a"/>
    <w:rsid w:val="00EA0093"/>
    <w:pPr>
      <w:spacing w:before="100" w:beforeAutospacing="1" w:after="100" w:afterAutospacing="1"/>
      <w:jc w:val="center"/>
    </w:pPr>
    <w:rPr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5;&#1090;&#1100;&#1077;&#1074;&#1072;\AppData\Roaming\Microsoft\Templates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Алентьева</dc:creator>
  <cp:lastModifiedBy>Admin</cp:lastModifiedBy>
  <cp:revision>20</cp:revision>
  <cp:lastPrinted>2020-01-05T06:50:00Z</cp:lastPrinted>
  <dcterms:created xsi:type="dcterms:W3CDTF">2019-12-26T04:58:00Z</dcterms:created>
  <dcterms:modified xsi:type="dcterms:W3CDTF">2021-10-18T11:53:00Z</dcterms:modified>
</cp:coreProperties>
</file>